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64223" w14:textId="77777777" w:rsidR="00FE6984" w:rsidRDefault="000C021D" w:rsidP="0096644B">
      <w:pPr>
        <w:pStyle w:val="Heading1"/>
        <w:spacing w:before="0"/>
        <w:jc w:val="center"/>
        <w:rPr>
          <w:rFonts w:asciiTheme="minorHAnsi" w:eastAsia="Verdana" w:hAnsiTheme="minorHAnsi" w:cstheme="minorHAnsi"/>
          <w:sz w:val="36"/>
        </w:rPr>
      </w:pPr>
      <w:bookmarkStart w:id="0" w:name="_kpr05n82n26c" w:colFirst="0" w:colLast="0"/>
      <w:bookmarkEnd w:id="0"/>
      <w:r w:rsidRPr="0096644B">
        <w:rPr>
          <w:rFonts w:asciiTheme="minorHAnsi" w:eastAsia="Verdana" w:hAnsiTheme="minorHAnsi" w:cstheme="minorHAnsi"/>
          <w:sz w:val="36"/>
        </w:rPr>
        <w:t>APPLICATION FORM</w:t>
      </w:r>
    </w:p>
    <w:p w14:paraId="66D41300" w14:textId="36AD3261" w:rsidR="00DF7D7E" w:rsidRPr="00DF7D7E" w:rsidRDefault="00DF7D7E" w:rsidP="00DF7D7E">
      <w:pPr>
        <w:rPr>
          <w:sz w:val="24"/>
        </w:rPr>
      </w:pPr>
      <w:r w:rsidRPr="00DF7D7E">
        <w:rPr>
          <w:rFonts w:asciiTheme="minorHAnsi" w:eastAsia="Verdana" w:hAnsiTheme="minorHAnsi" w:cstheme="minorHAnsi"/>
          <w:sz w:val="24"/>
        </w:rPr>
        <w:t>Please return this application form along with your CV, the Equal Opportunities form, and the Declaration of Health</w:t>
      </w:r>
      <w:r w:rsidR="001C4939">
        <w:rPr>
          <w:rFonts w:asciiTheme="minorHAnsi" w:eastAsia="Verdana" w:hAnsiTheme="minorHAnsi" w:cstheme="minorHAnsi"/>
          <w:sz w:val="24"/>
        </w:rPr>
        <w:t>.</w:t>
      </w:r>
    </w:p>
    <w:p w14:paraId="70E9E27B" w14:textId="77777777" w:rsidR="00FE6984" w:rsidRPr="000C021D" w:rsidRDefault="00FE6984" w:rsidP="00FE6984">
      <w:pPr>
        <w:rPr>
          <w:rFonts w:asciiTheme="minorHAnsi" w:eastAsia="Verdana" w:hAnsiTheme="minorHAnsi" w:cstheme="minorHAnsi"/>
        </w:rPr>
      </w:pPr>
    </w:p>
    <w:p w14:paraId="0DA469AB" w14:textId="77777777" w:rsidR="00FE6984" w:rsidRPr="000C021D" w:rsidRDefault="000C021D" w:rsidP="0096644B">
      <w:pPr>
        <w:pStyle w:val="Heading2"/>
        <w:spacing w:before="120"/>
        <w:jc w:val="center"/>
        <w:rPr>
          <w:rFonts w:asciiTheme="minorHAnsi" w:eastAsia="Verdana" w:hAnsiTheme="minorHAnsi" w:cstheme="minorHAnsi"/>
        </w:rPr>
      </w:pPr>
      <w:bookmarkStart w:id="1" w:name="_zidixfu2h1to" w:colFirst="0" w:colLast="0"/>
      <w:bookmarkEnd w:id="1"/>
      <w:r w:rsidRPr="000C021D">
        <w:rPr>
          <w:rFonts w:asciiTheme="minorHAnsi" w:eastAsia="Verdana" w:hAnsiTheme="minorHAnsi" w:cstheme="minorHAnsi"/>
        </w:rPr>
        <w:t>YOUR DETAILS</w:t>
      </w:r>
    </w:p>
    <w:p w14:paraId="777682B6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Name:</w:t>
      </w:r>
    </w:p>
    <w:p w14:paraId="188165CC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Address:</w:t>
      </w:r>
    </w:p>
    <w:p w14:paraId="372B0951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Postcode:</w:t>
      </w:r>
    </w:p>
    <w:p w14:paraId="091149D6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Phone:</w:t>
      </w:r>
    </w:p>
    <w:p w14:paraId="774A4F4F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Email:</w:t>
      </w:r>
    </w:p>
    <w:p w14:paraId="78D18F38" w14:textId="77777777" w:rsidR="000C021D" w:rsidRPr="00B51E32" w:rsidRDefault="00DF7D7E" w:rsidP="0096644B">
      <w:pPr>
        <w:pStyle w:val="Heading2"/>
        <w:spacing w:before="120"/>
        <w:jc w:val="center"/>
        <w:rPr>
          <w:rFonts w:asciiTheme="minorHAnsi" w:eastAsia="Verdana" w:hAnsiTheme="minorHAnsi" w:cstheme="minorHAnsi"/>
        </w:rPr>
      </w:pPr>
      <w:bookmarkStart w:id="2" w:name="_obvz8px9oj35" w:colFirst="0" w:colLast="0"/>
      <w:bookmarkEnd w:id="2"/>
      <w:r>
        <w:rPr>
          <w:rFonts w:asciiTheme="minorHAnsi" w:eastAsia="Verdana" w:hAnsiTheme="minorHAnsi" w:cstheme="minorHAnsi"/>
        </w:rPr>
        <w:t>SUITABILITY</w:t>
      </w:r>
    </w:p>
    <w:p w14:paraId="1A704B8F" w14:textId="5537A371" w:rsidR="00FE6984" w:rsidRPr="0096644B" w:rsidRDefault="000C021D" w:rsidP="0096644B">
      <w:pPr>
        <w:pStyle w:val="Heading3"/>
        <w:spacing w:before="120"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96644B">
        <w:rPr>
          <w:rFonts w:asciiTheme="minorHAnsi" w:hAnsiTheme="minorHAnsi" w:cstheme="minorHAnsi"/>
          <w:color w:val="auto"/>
          <w:sz w:val="24"/>
          <w:szCs w:val="24"/>
        </w:rPr>
        <w:t>Using the job description and person specification, in no more than 300 words, please demonstrate how</w:t>
      </w:r>
      <w:r w:rsidR="00997B56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96644B">
        <w:rPr>
          <w:rFonts w:asciiTheme="minorHAnsi" w:hAnsiTheme="minorHAnsi" w:cstheme="minorHAnsi"/>
          <w:color w:val="auto"/>
          <w:sz w:val="24"/>
          <w:szCs w:val="24"/>
        </w:rPr>
        <w:t xml:space="preserve">you </w:t>
      </w:r>
      <w:r w:rsidR="00997B56">
        <w:rPr>
          <w:rFonts w:asciiTheme="minorHAnsi" w:hAnsiTheme="minorHAnsi" w:cstheme="minorHAnsi"/>
          <w:color w:val="auto"/>
          <w:sz w:val="24"/>
          <w:szCs w:val="24"/>
        </w:rPr>
        <w:t xml:space="preserve">are suitable </w:t>
      </w:r>
      <w:r w:rsidRPr="0096644B">
        <w:rPr>
          <w:rFonts w:asciiTheme="minorHAnsi" w:hAnsiTheme="minorHAnsi" w:cstheme="minorHAnsi"/>
          <w:color w:val="auto"/>
          <w:sz w:val="24"/>
          <w:szCs w:val="24"/>
        </w:rPr>
        <w:t>to fulfil the role for which you are applying: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58615EEC" w14:textId="77777777" w:rsidTr="00AC3898">
        <w:trPr>
          <w:trHeight w:val="1944"/>
        </w:trPr>
        <w:tc>
          <w:tcPr>
            <w:tcW w:w="100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F7C4C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A20572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5BC9AC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1F8AD12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B86D7F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6F177F1C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73743C5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4D3C00D1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11F82DB7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78FE8C82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2A835BC7" w14:textId="77777777" w:rsidR="000C021D" w:rsidRDefault="000C021D" w:rsidP="00FE6984">
      <w:pPr>
        <w:rPr>
          <w:rFonts w:asciiTheme="minorHAnsi" w:eastAsia="Verdana" w:hAnsiTheme="minorHAnsi" w:cstheme="minorHAnsi"/>
        </w:rPr>
      </w:pPr>
      <w:bookmarkStart w:id="3" w:name="_qhulv5cexz75" w:colFirst="0" w:colLast="0"/>
      <w:bookmarkEnd w:id="3"/>
    </w:p>
    <w:p w14:paraId="0C64A52E" w14:textId="77777777" w:rsidR="00FE6984" w:rsidRPr="0096644B" w:rsidRDefault="00B51E32" w:rsidP="0096644B">
      <w:pPr>
        <w:pStyle w:val="Heading3"/>
        <w:spacing w:before="120"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96644B">
        <w:rPr>
          <w:rFonts w:asciiTheme="minorHAnsi" w:hAnsiTheme="minorHAnsi" w:cstheme="minorHAnsi"/>
          <w:color w:val="auto"/>
          <w:sz w:val="24"/>
          <w:szCs w:val="24"/>
        </w:rPr>
        <w:t>In no more than 150 words, tell us why you are interested in this role</w:t>
      </w:r>
      <w:r w:rsidR="00FE6984" w:rsidRPr="0096644B">
        <w:rPr>
          <w:rFonts w:asciiTheme="minorHAnsi" w:hAnsiTheme="minorHAnsi" w:cstheme="minorHAnsi"/>
          <w:color w:val="auto"/>
          <w:sz w:val="24"/>
          <w:szCs w:val="24"/>
        </w:rPr>
        <w:t>: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6BEF9483" w14:textId="77777777" w:rsidTr="00B51E32">
        <w:trPr>
          <w:trHeight w:val="1944"/>
        </w:trPr>
        <w:tc>
          <w:tcPr>
            <w:tcW w:w="100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19EEB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00DA629C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5505A7DA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55054457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461BA35C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2D56CD86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761763FE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7A641110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61214F9D" w14:textId="77777777" w:rsidR="00FE6984" w:rsidRPr="000C021D" w:rsidRDefault="00B51E32" w:rsidP="0096644B">
      <w:pPr>
        <w:pStyle w:val="Heading2"/>
        <w:spacing w:before="120"/>
        <w:jc w:val="center"/>
        <w:rPr>
          <w:rFonts w:asciiTheme="minorHAnsi" w:eastAsia="Verdana" w:hAnsiTheme="minorHAnsi" w:cstheme="minorHAnsi"/>
        </w:rPr>
      </w:pPr>
      <w:bookmarkStart w:id="4" w:name="_97j1ykgd1f2u" w:colFirst="0" w:colLast="0"/>
      <w:bookmarkEnd w:id="4"/>
      <w:r w:rsidRPr="000C021D">
        <w:rPr>
          <w:rFonts w:asciiTheme="minorHAnsi" w:eastAsia="Verdana" w:hAnsiTheme="minorHAnsi" w:cstheme="minorHAnsi"/>
        </w:rPr>
        <w:lastRenderedPageBreak/>
        <w:t>EMPLOYMENT HISTORY</w:t>
      </w:r>
    </w:p>
    <w:p w14:paraId="55F814C6" w14:textId="77777777" w:rsidR="00FE6984" w:rsidRPr="0096644B" w:rsidRDefault="00FE6984" w:rsidP="0096644B">
      <w:pPr>
        <w:pStyle w:val="Heading3"/>
        <w:spacing w:before="120" w:after="120" w:line="240" w:lineRule="auto"/>
        <w:rPr>
          <w:rFonts w:asciiTheme="minorHAnsi" w:eastAsia="Verdana" w:hAnsiTheme="minorHAnsi" w:cstheme="minorHAnsi"/>
          <w:b/>
          <w:color w:val="auto"/>
          <w:sz w:val="24"/>
          <w:szCs w:val="24"/>
        </w:rPr>
      </w:pPr>
      <w:bookmarkStart w:id="5" w:name="_itppkk92vaqm" w:colFirst="0" w:colLast="0"/>
      <w:bookmarkEnd w:id="5"/>
      <w:r w:rsidRPr="0096644B">
        <w:rPr>
          <w:rFonts w:asciiTheme="minorHAnsi" w:eastAsia="Verdana" w:hAnsiTheme="minorHAnsi" w:cstheme="minorHAnsi"/>
          <w:b/>
          <w:color w:val="auto"/>
          <w:sz w:val="24"/>
          <w:szCs w:val="24"/>
        </w:rPr>
        <w:t>Your current or most recent employer</w:t>
      </w:r>
    </w:p>
    <w:p w14:paraId="2941C87F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Name of employer:</w:t>
      </w:r>
    </w:p>
    <w:p w14:paraId="5BB57E6F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Address:</w:t>
      </w:r>
    </w:p>
    <w:p w14:paraId="5CC06168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Postcode:</w:t>
      </w:r>
    </w:p>
    <w:p w14:paraId="5B65C100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Job title:</w:t>
      </w:r>
    </w:p>
    <w:p w14:paraId="69A9FE41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Pay:</w:t>
      </w:r>
    </w:p>
    <w:p w14:paraId="398BFAFA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Length of time with employer:</w:t>
      </w:r>
    </w:p>
    <w:p w14:paraId="4A2809DC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Reason for leaving: </w:t>
      </w:r>
    </w:p>
    <w:p w14:paraId="7D0F09DF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Duties: </w:t>
      </w:r>
    </w:p>
    <w:p w14:paraId="44FA9EC1" w14:textId="77777777" w:rsidR="00B51E32" w:rsidRDefault="0096644B" w:rsidP="0096644B">
      <w:pPr>
        <w:pStyle w:val="Heading3"/>
        <w:spacing w:before="120" w:after="120"/>
        <w:rPr>
          <w:rFonts w:asciiTheme="minorHAnsi" w:eastAsia="Verdana" w:hAnsiTheme="minorHAnsi" w:cstheme="minorHAnsi"/>
          <w:color w:val="auto"/>
          <w:sz w:val="24"/>
          <w:szCs w:val="24"/>
        </w:rPr>
      </w:pPr>
      <w:bookmarkStart w:id="6" w:name="_81dqi68kkna8" w:colFirst="0" w:colLast="0"/>
      <w:bookmarkStart w:id="7" w:name="_2hk78iv0b9mh" w:colFirst="0" w:colLast="0"/>
      <w:bookmarkEnd w:id="6"/>
      <w:bookmarkEnd w:id="7"/>
      <w:r>
        <w:rPr>
          <w:rFonts w:asciiTheme="minorHAnsi" w:eastAsia="Verdana" w:hAnsiTheme="minorHAnsi" w:cstheme="minorHAnsi"/>
          <w:color w:val="auto"/>
          <w:sz w:val="24"/>
          <w:szCs w:val="24"/>
        </w:rPr>
        <w:t>Do you</w:t>
      </w:r>
      <w:r w:rsidR="00B51E32" w:rsidRPr="0096644B">
        <w:rPr>
          <w:rFonts w:asciiTheme="minorHAnsi" w:eastAsia="Verdana" w:hAnsiTheme="minorHAnsi" w:cstheme="minorHAnsi"/>
          <w:color w:val="auto"/>
          <w:sz w:val="24"/>
          <w:szCs w:val="24"/>
        </w:rPr>
        <w:t xml:space="preserve"> have a home office or space suitable for confidential working in your home</w:t>
      </w:r>
      <w:r>
        <w:rPr>
          <w:rFonts w:asciiTheme="minorHAnsi" w:eastAsia="Verdana" w:hAnsiTheme="minorHAnsi" w:cstheme="minorHAnsi"/>
          <w:color w:val="auto"/>
          <w:sz w:val="24"/>
          <w:szCs w:val="24"/>
        </w:rPr>
        <w:t>?</w:t>
      </w:r>
    </w:p>
    <w:p w14:paraId="5DA93DEF" w14:textId="77777777" w:rsidR="0096644B" w:rsidRPr="0096644B" w:rsidRDefault="0096644B" w:rsidP="0096644B">
      <w:pPr>
        <w:spacing w:before="120" w:after="120"/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Yes</w: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687981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No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2704336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</w:t>
      </w:r>
    </w:p>
    <w:p w14:paraId="40B9E246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8" w:name="_ojwn8qfpdqo4" w:colFirst="0" w:colLast="0"/>
      <w:bookmarkEnd w:id="8"/>
      <w:r w:rsidRPr="000C021D">
        <w:rPr>
          <w:rFonts w:asciiTheme="minorHAnsi" w:eastAsia="Verdana" w:hAnsiTheme="minorHAnsi" w:cstheme="minorHAnsi"/>
        </w:rPr>
        <w:t>INTERVIEW AVAILABILITY</w:t>
      </w:r>
    </w:p>
    <w:p w14:paraId="362A7936" w14:textId="5903900F" w:rsidR="00FE6984" w:rsidRPr="0096644B" w:rsidRDefault="00FE6984" w:rsidP="0096644B">
      <w:pPr>
        <w:pStyle w:val="Heading3"/>
        <w:spacing w:before="120" w:after="120" w:line="240" w:lineRule="auto"/>
        <w:rPr>
          <w:rFonts w:asciiTheme="minorHAnsi" w:hAnsiTheme="minorHAnsi" w:cstheme="minorHAnsi"/>
          <w:color w:val="auto"/>
        </w:rPr>
      </w:pPr>
      <w:r w:rsidRPr="0096644B">
        <w:rPr>
          <w:rFonts w:asciiTheme="minorHAnsi" w:hAnsiTheme="minorHAnsi" w:cstheme="minorHAnsi"/>
          <w:color w:val="auto"/>
          <w:sz w:val="24"/>
        </w:rPr>
        <w:t>Are there any dates when you will not be available for interview?</w:t>
      </w:r>
      <w:r w:rsidR="00252B3B">
        <w:rPr>
          <w:rFonts w:asciiTheme="minorHAnsi" w:hAnsiTheme="minorHAnsi" w:cstheme="minorHAnsi"/>
          <w:color w:val="auto"/>
          <w:sz w:val="24"/>
        </w:rPr>
        <w:t xml:space="preserve"> Interviews </w:t>
      </w:r>
      <w:r w:rsidR="001C4939">
        <w:rPr>
          <w:rFonts w:asciiTheme="minorHAnsi" w:hAnsiTheme="minorHAnsi" w:cstheme="minorHAnsi"/>
          <w:color w:val="auto"/>
          <w:sz w:val="24"/>
        </w:rPr>
        <w:t>dates are listed on the Job Description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3D70CF6F" w14:textId="77777777" w:rsidTr="00DF7D7E">
        <w:trPr>
          <w:trHeight w:val="674"/>
        </w:trPr>
        <w:tc>
          <w:tcPr>
            <w:tcW w:w="100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8E80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76A4576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2F78F72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6E46B82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A1331F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2BD2B516" w14:textId="77777777" w:rsidR="00FE6984" w:rsidRPr="0096644B" w:rsidRDefault="0096644B" w:rsidP="0096644B">
      <w:pPr>
        <w:pStyle w:val="Heading3"/>
        <w:spacing w:before="120"/>
        <w:rPr>
          <w:rFonts w:asciiTheme="minorHAnsi" w:hAnsiTheme="minorHAnsi" w:cstheme="minorHAnsi"/>
          <w:color w:val="auto"/>
          <w:sz w:val="24"/>
          <w:szCs w:val="24"/>
        </w:rPr>
      </w:pPr>
      <w:r w:rsidRPr="0096644B">
        <w:rPr>
          <w:rFonts w:asciiTheme="minorHAnsi" w:hAnsiTheme="minorHAnsi" w:cstheme="minorHAnsi"/>
          <w:color w:val="auto"/>
          <w:sz w:val="24"/>
          <w:szCs w:val="24"/>
        </w:rPr>
        <w:t>When could</w:t>
      </w:r>
      <w:r w:rsidR="00FE6984" w:rsidRPr="0096644B">
        <w:rPr>
          <w:rFonts w:asciiTheme="minorHAnsi" w:hAnsiTheme="minorHAnsi" w:cstheme="minorHAnsi"/>
          <w:color w:val="auto"/>
          <w:sz w:val="24"/>
          <w:szCs w:val="24"/>
        </w:rPr>
        <w:t xml:space="preserve"> you start working for us?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15F18F8D" w14:textId="77777777" w:rsidTr="00DF7D7E">
        <w:tc>
          <w:tcPr>
            <w:tcW w:w="100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9C5B6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53A2C436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64E3771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1B1AC2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8259C7F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6F1CDEC6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9" w:name="_l4j9qclj5v1t" w:colFirst="0" w:colLast="0"/>
      <w:bookmarkEnd w:id="9"/>
      <w:r w:rsidRPr="000C021D">
        <w:rPr>
          <w:rFonts w:asciiTheme="minorHAnsi" w:eastAsia="Verdana" w:hAnsiTheme="minorHAnsi" w:cstheme="minorHAnsi"/>
        </w:rPr>
        <w:t>RIGHT TO WORK IN THE UK</w:t>
      </w:r>
    </w:p>
    <w:p w14:paraId="419B47DE" w14:textId="77777777" w:rsidR="00FE6984" w:rsidRPr="0096644B" w:rsidRDefault="00FE6984" w:rsidP="0096644B">
      <w:pPr>
        <w:spacing w:before="120" w:after="120"/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Do you need a work permit to work in the UK? </w:t>
      </w:r>
      <w:r w:rsidR="0096644B">
        <w:rPr>
          <w:rFonts w:asciiTheme="minorHAnsi" w:eastAsia="Verdana" w:hAnsiTheme="minorHAnsi" w:cstheme="minorHAnsi"/>
          <w:sz w:val="24"/>
          <w:szCs w:val="24"/>
        </w:rPr>
        <w:t xml:space="preserve"> </w:t>
      </w:r>
      <w:r w:rsidR="0096644B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Yes</w:t>
      </w:r>
      <w:r w:rsidR="0096644B"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986931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644B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="0096644B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No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5665578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644B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="0096644B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</w:t>
      </w:r>
    </w:p>
    <w:p w14:paraId="7D20E5E3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10" w:name="_t2k2hyav6xgs" w:colFirst="0" w:colLast="0"/>
      <w:bookmarkEnd w:id="10"/>
      <w:r w:rsidRPr="000C021D">
        <w:rPr>
          <w:rFonts w:asciiTheme="minorHAnsi" w:eastAsia="Verdana" w:hAnsiTheme="minorHAnsi" w:cstheme="minorHAnsi"/>
        </w:rPr>
        <w:t>REFERENCES</w:t>
      </w:r>
    </w:p>
    <w:p w14:paraId="72203849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Please give the names and contact details of 2 people who we can ask to give you a reference. We may ask them before an employment offer is made. We will not ask your current employer until we get your permission. </w:t>
      </w:r>
    </w:p>
    <w:p w14:paraId="591C4E6A" w14:textId="77777777" w:rsidR="00FE6984" w:rsidRPr="0096644B" w:rsidRDefault="00FE6984" w:rsidP="00FE6984">
      <w:pPr>
        <w:pStyle w:val="Heading3"/>
        <w:rPr>
          <w:rFonts w:asciiTheme="minorHAnsi" w:eastAsia="Verdana" w:hAnsiTheme="minorHAnsi" w:cstheme="minorHAnsi"/>
          <w:color w:val="auto"/>
        </w:rPr>
      </w:pPr>
      <w:bookmarkStart w:id="11" w:name="_w5ptqqnrjpr0" w:colFirst="0" w:colLast="0"/>
      <w:bookmarkEnd w:id="11"/>
      <w:r w:rsidRPr="0096644B">
        <w:rPr>
          <w:rFonts w:asciiTheme="minorHAnsi" w:eastAsia="Verdana" w:hAnsiTheme="minorHAnsi" w:cstheme="minorHAnsi"/>
          <w:color w:val="auto"/>
        </w:rPr>
        <w:lastRenderedPageBreak/>
        <w:t>Referee 1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6158C0F5" w14:textId="77777777" w:rsidTr="00DF7D7E">
        <w:tc>
          <w:tcPr>
            <w:tcW w:w="100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2920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4AAB8AB0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1F4688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85A5CFC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DADD88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24EF51E5" w14:textId="77777777" w:rsidR="00FE6984" w:rsidRPr="0096644B" w:rsidRDefault="00FE6984" w:rsidP="00FE6984">
      <w:pPr>
        <w:pStyle w:val="Heading3"/>
        <w:rPr>
          <w:rFonts w:asciiTheme="minorHAnsi" w:eastAsia="Verdana" w:hAnsiTheme="minorHAnsi" w:cstheme="minorHAnsi"/>
          <w:color w:val="auto"/>
        </w:rPr>
      </w:pPr>
      <w:bookmarkStart w:id="12" w:name="_pqe75yp8cjmd" w:colFirst="0" w:colLast="0"/>
      <w:bookmarkEnd w:id="12"/>
      <w:r w:rsidRPr="0096644B">
        <w:rPr>
          <w:rFonts w:asciiTheme="minorHAnsi" w:eastAsia="Verdana" w:hAnsiTheme="minorHAnsi" w:cstheme="minorHAnsi"/>
          <w:color w:val="auto"/>
        </w:rPr>
        <w:t>Referee 2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143ECF60" w14:textId="77777777" w:rsidTr="00DF7D7E">
        <w:tc>
          <w:tcPr>
            <w:tcW w:w="100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57E55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156C48F1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7636F2A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507FE35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EB015BE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48A655F0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13" w:name="_fimrf6f4wc5k" w:colFirst="0" w:colLast="0"/>
      <w:bookmarkEnd w:id="13"/>
      <w:r w:rsidRPr="000C021D">
        <w:rPr>
          <w:rFonts w:asciiTheme="minorHAnsi" w:eastAsia="Verdana" w:hAnsiTheme="minorHAnsi" w:cstheme="minorHAnsi"/>
        </w:rPr>
        <w:t>DECLARATION</w:t>
      </w:r>
    </w:p>
    <w:p w14:paraId="303BBDA4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I confirm that to the best of my knowledge the information I have provided on this form is correct and I accept that providing deliberately false information could result in my dismissal.</w:t>
      </w:r>
    </w:p>
    <w:p w14:paraId="7EE7142A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</w:p>
    <w:p w14:paraId="01FD9C6D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Name:</w:t>
      </w:r>
    </w:p>
    <w:p w14:paraId="7966BD2A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</w:p>
    <w:p w14:paraId="7573DD9B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Signature:</w:t>
      </w:r>
    </w:p>
    <w:p w14:paraId="7909830F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</w:p>
    <w:p w14:paraId="7CF5CB1C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Date:</w:t>
      </w:r>
    </w:p>
    <w:p w14:paraId="7C7DEA54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05938DC8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08B2EF7A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5399C92D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4DC7A37B" w14:textId="77777777" w:rsidR="001C4939" w:rsidRPr="000C021D" w:rsidRDefault="001C4939">
      <w:pPr>
        <w:rPr>
          <w:rFonts w:asciiTheme="minorHAnsi" w:hAnsiTheme="minorHAnsi" w:cstheme="minorHAnsi"/>
        </w:rPr>
      </w:pPr>
    </w:p>
    <w:p w14:paraId="7ED7813E" w14:textId="77777777" w:rsidR="00F96067" w:rsidRPr="000C021D" w:rsidRDefault="00F96067" w:rsidP="00F96067">
      <w:pPr>
        <w:rPr>
          <w:rFonts w:asciiTheme="minorHAnsi" w:hAnsiTheme="minorHAnsi" w:cstheme="minorHAnsi"/>
        </w:rPr>
      </w:pPr>
    </w:p>
    <w:p w14:paraId="2C862661" w14:textId="77777777" w:rsidR="00CB705E" w:rsidRPr="000C021D" w:rsidRDefault="00F96067" w:rsidP="00F96067">
      <w:pPr>
        <w:tabs>
          <w:tab w:val="left" w:pos="8865"/>
        </w:tabs>
        <w:rPr>
          <w:rFonts w:asciiTheme="minorHAnsi" w:hAnsiTheme="minorHAnsi" w:cstheme="minorHAnsi"/>
        </w:rPr>
      </w:pPr>
      <w:r w:rsidRPr="000C021D">
        <w:rPr>
          <w:rFonts w:asciiTheme="minorHAnsi" w:hAnsiTheme="minorHAnsi" w:cstheme="minorHAnsi"/>
        </w:rPr>
        <w:tab/>
      </w:r>
    </w:p>
    <w:sectPr w:rsidR="00CB705E" w:rsidRPr="000C021D" w:rsidSect="00CB70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D5A39" w14:textId="77777777" w:rsidR="00973AE9" w:rsidRDefault="00973AE9" w:rsidP="00842529">
      <w:pPr>
        <w:spacing w:line="240" w:lineRule="auto"/>
      </w:pPr>
      <w:r>
        <w:separator/>
      </w:r>
    </w:p>
  </w:endnote>
  <w:endnote w:type="continuationSeparator" w:id="0">
    <w:p w14:paraId="56A43112" w14:textId="77777777" w:rsidR="00973AE9" w:rsidRDefault="00973AE9" w:rsidP="008425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0FCB" w14:textId="77777777" w:rsidR="001C4939" w:rsidRDefault="001C49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40A5B" w14:textId="77777777" w:rsidR="00842529" w:rsidRDefault="00B57367" w:rsidP="00842529">
    <w:pPr>
      <w:jc w:val="center"/>
      <w:rPr>
        <w:sz w:val="16"/>
        <w:szCs w:val="16"/>
      </w:rPr>
    </w:pPr>
    <w:r>
      <w:rPr>
        <w:sz w:val="16"/>
        <w:szCs w:val="16"/>
      </w:rPr>
      <w:t>The Change Portfolio</w:t>
    </w:r>
    <w:r w:rsidR="00842529" w:rsidRPr="00842529">
      <w:rPr>
        <w:sz w:val="16"/>
        <w:szCs w:val="16"/>
      </w:rPr>
      <w:t xml:space="preserve"> </w:t>
    </w:r>
    <w:r>
      <w:rPr>
        <w:sz w:val="16"/>
        <w:szCs w:val="16"/>
      </w:rPr>
      <w:t>trading as The Change Project. C</w:t>
    </w:r>
    <w:r w:rsidR="00842529" w:rsidRPr="00842529">
      <w:rPr>
        <w:sz w:val="16"/>
        <w:szCs w:val="16"/>
      </w:rPr>
      <w:t>ompany number 3167701 and charity number 1053948.</w:t>
    </w:r>
  </w:p>
  <w:p w14:paraId="103E0DF8" w14:textId="77777777" w:rsidR="00842529" w:rsidRPr="00842529" w:rsidRDefault="00842529" w:rsidP="008B216C">
    <w:pPr>
      <w:jc w:val="center"/>
      <w:rPr>
        <w:sz w:val="16"/>
        <w:szCs w:val="16"/>
      </w:rPr>
    </w:pPr>
    <w:r w:rsidRPr="00842529">
      <w:rPr>
        <w:sz w:val="16"/>
        <w:szCs w:val="16"/>
      </w:rPr>
      <w:t xml:space="preserve">The registered office is </w:t>
    </w:r>
    <w:r w:rsidR="008B216C" w:rsidRPr="008B216C">
      <w:rPr>
        <w:sz w:val="16"/>
        <w:szCs w:val="16"/>
      </w:rPr>
      <w:t>The Change Project,</w:t>
    </w:r>
    <w:r w:rsidR="008B216C">
      <w:rPr>
        <w:sz w:val="16"/>
        <w:szCs w:val="16"/>
      </w:rPr>
      <w:t xml:space="preserve"> </w:t>
    </w:r>
    <w:r w:rsidR="00945F47">
      <w:rPr>
        <w:sz w:val="16"/>
        <w:szCs w:val="16"/>
      </w:rPr>
      <w:t xml:space="preserve">c/o Chelmsford CVS, </w:t>
    </w:r>
    <w:r w:rsidR="008B216C" w:rsidRPr="008B216C">
      <w:rPr>
        <w:sz w:val="16"/>
        <w:szCs w:val="16"/>
      </w:rPr>
      <w:t xml:space="preserve">Burgess Well House, Coval Lane, Chelmsford CM1 </w:t>
    </w:r>
    <w:r w:rsidR="008B216C">
      <w:rPr>
        <w:sz w:val="16"/>
        <w:szCs w:val="16"/>
      </w:rPr>
      <w:t>1</w:t>
    </w:r>
    <w:r w:rsidR="008B216C" w:rsidRPr="008B216C">
      <w:rPr>
        <w:sz w:val="16"/>
        <w:szCs w:val="16"/>
      </w:rPr>
      <w:t>FW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BEA0A" w14:textId="77777777" w:rsidR="001C4939" w:rsidRDefault="001C49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2444E" w14:textId="77777777" w:rsidR="00973AE9" w:rsidRDefault="00973AE9" w:rsidP="00842529">
      <w:pPr>
        <w:spacing w:line="240" w:lineRule="auto"/>
      </w:pPr>
      <w:r>
        <w:separator/>
      </w:r>
    </w:p>
  </w:footnote>
  <w:footnote w:type="continuationSeparator" w:id="0">
    <w:p w14:paraId="1AE51606" w14:textId="77777777" w:rsidR="00973AE9" w:rsidRDefault="00973AE9" w:rsidP="008425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969CE" w14:textId="77777777" w:rsidR="001C4939" w:rsidRDefault="001C49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17758" w14:textId="75BE8474" w:rsidR="00842529" w:rsidRDefault="00842529" w:rsidP="005931AD">
    <w:pPr>
      <w:pStyle w:val="Header"/>
    </w:pPr>
    <w:r>
      <w:rPr>
        <w:noProof/>
        <w:lang w:eastAsia="en-GB"/>
      </w:rPr>
      <w:drawing>
        <wp:inline distT="0" distB="0" distL="0" distR="0" wp14:anchorId="05BAB845" wp14:editId="28EC5C0A">
          <wp:extent cx="2645445" cy="780223"/>
          <wp:effectExtent l="0" t="0" r="254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nge_x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445" cy="7802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FAB14" w14:textId="77777777" w:rsidR="001C4939" w:rsidRDefault="001C49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984"/>
    <w:rsid w:val="000531E9"/>
    <w:rsid w:val="000C021D"/>
    <w:rsid w:val="001C4939"/>
    <w:rsid w:val="00200E29"/>
    <w:rsid w:val="00231E79"/>
    <w:rsid w:val="00252B3B"/>
    <w:rsid w:val="00371705"/>
    <w:rsid w:val="004127F3"/>
    <w:rsid w:val="004F7C50"/>
    <w:rsid w:val="005931AD"/>
    <w:rsid w:val="006F09A3"/>
    <w:rsid w:val="008352B8"/>
    <w:rsid w:val="00842529"/>
    <w:rsid w:val="008B216C"/>
    <w:rsid w:val="00942002"/>
    <w:rsid w:val="00945F47"/>
    <w:rsid w:val="0096644B"/>
    <w:rsid w:val="00973AE9"/>
    <w:rsid w:val="00997B56"/>
    <w:rsid w:val="00AC3898"/>
    <w:rsid w:val="00AD0968"/>
    <w:rsid w:val="00B13506"/>
    <w:rsid w:val="00B51E32"/>
    <w:rsid w:val="00B57367"/>
    <w:rsid w:val="00BF7C08"/>
    <w:rsid w:val="00CB705E"/>
    <w:rsid w:val="00DF7D7E"/>
    <w:rsid w:val="00F20083"/>
    <w:rsid w:val="00F71F5F"/>
    <w:rsid w:val="00F96067"/>
    <w:rsid w:val="00F965B7"/>
    <w:rsid w:val="00FA484E"/>
    <w:rsid w:val="00FE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B49CC"/>
  <w15:chartTrackingRefBased/>
  <w15:docId w15:val="{6216B820-81EA-404D-9663-DC98E6F6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E6984"/>
    <w:pPr>
      <w:spacing w:after="0" w:line="276" w:lineRule="auto"/>
    </w:pPr>
    <w:rPr>
      <w:rFonts w:ascii="Arial" w:eastAsia="Arial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rsid w:val="00FE698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rsid w:val="00FE698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rsid w:val="00FE698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6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529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42529"/>
  </w:style>
  <w:style w:type="paragraph" w:styleId="Footer">
    <w:name w:val="footer"/>
    <w:basedOn w:val="Normal"/>
    <w:link w:val="FooterChar"/>
    <w:uiPriority w:val="99"/>
    <w:unhideWhenUsed/>
    <w:rsid w:val="00842529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42529"/>
  </w:style>
  <w:style w:type="paragraph" w:styleId="BalloonText">
    <w:name w:val="Balloon Text"/>
    <w:basedOn w:val="Normal"/>
    <w:link w:val="BalloonTextChar"/>
    <w:uiPriority w:val="99"/>
    <w:semiHidden/>
    <w:unhideWhenUsed/>
    <w:rsid w:val="00CB705E"/>
    <w:pPr>
      <w:spacing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05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E6984"/>
    <w:rPr>
      <w:rFonts w:ascii="Arial" w:eastAsia="Arial" w:hAnsi="Arial" w:cs="Arial"/>
      <w:sz w:val="40"/>
      <w:szCs w:val="40"/>
      <w:lang w:eastAsia="en-GB"/>
    </w:rPr>
  </w:style>
  <w:style w:type="character" w:customStyle="1" w:styleId="Heading2Char">
    <w:name w:val="Heading 2 Char"/>
    <w:basedOn w:val="DefaultParagraphFont"/>
    <w:link w:val="Heading2"/>
    <w:rsid w:val="00FE6984"/>
    <w:rPr>
      <w:rFonts w:ascii="Arial" w:eastAsia="Arial" w:hAnsi="Arial" w:cs="Arial"/>
      <w:sz w:val="32"/>
      <w:szCs w:val="32"/>
      <w:lang w:eastAsia="en-GB"/>
    </w:rPr>
  </w:style>
  <w:style w:type="character" w:customStyle="1" w:styleId="Heading3Char">
    <w:name w:val="Heading 3 Char"/>
    <w:basedOn w:val="DefaultParagraphFont"/>
    <w:link w:val="Heading3"/>
    <w:rsid w:val="00FE6984"/>
    <w:rPr>
      <w:rFonts w:ascii="Arial" w:eastAsia="Arial" w:hAnsi="Arial" w:cs="Arial"/>
      <w:color w:val="434343"/>
      <w:sz w:val="28"/>
      <w:szCs w:val="28"/>
      <w:lang w:eastAsia="en-GB"/>
    </w:rPr>
  </w:style>
  <w:style w:type="paragraph" w:styleId="Title">
    <w:name w:val="Title"/>
    <w:basedOn w:val="Normal"/>
    <w:next w:val="Normal"/>
    <w:link w:val="TitleChar"/>
    <w:rsid w:val="00FE6984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E6984"/>
    <w:rPr>
      <w:rFonts w:ascii="Arial" w:eastAsia="Arial" w:hAnsi="Arial" w:cs="Arial"/>
      <w:sz w:val="52"/>
      <w:szCs w:val="52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644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6644B"/>
    <w:rPr>
      <w:rFonts w:eastAsiaTheme="minorEastAsia"/>
      <w:color w:val="5A5A5A" w:themeColor="text1" w:themeTint="A5"/>
      <w:spacing w:val="15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6644B"/>
    <w:rPr>
      <w:rFonts w:asciiTheme="majorHAnsi" w:eastAsiaTheme="majorEastAsia" w:hAnsiTheme="majorHAnsi" w:cstheme="majorBidi"/>
      <w:i/>
      <w:iCs/>
      <w:color w:val="2E74B5" w:themeColor="accent1" w:themeShade="BF"/>
      <w:lang w:eastAsia="en-GB"/>
    </w:rPr>
  </w:style>
  <w:style w:type="character" w:styleId="Hyperlink">
    <w:name w:val="Hyperlink"/>
    <w:basedOn w:val="DefaultParagraphFont"/>
    <w:uiPriority w:val="99"/>
    <w:unhideWhenUsed/>
    <w:rsid w:val="00252B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9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Martin-Robinson\OneDrive%20-%20The%20Change%20Project\Documents\Custom%20Office%20Templates\TCP%20Template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d8a5758-988b-43ea-8d1b-01f866cb78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D3D4F1C002C24A9E136E8375406742" ma:contentTypeVersion="18" ma:contentTypeDescription="Create a new document." ma:contentTypeScope="" ma:versionID="165c2af103795b4448e1ff4b68f8e15f">
  <xsd:schema xmlns:xsd="http://www.w3.org/2001/XMLSchema" xmlns:xs="http://www.w3.org/2001/XMLSchema" xmlns:p="http://schemas.microsoft.com/office/2006/metadata/properties" xmlns:ns3="0bae6fb0-ff7f-49bf-8a7a-3fbec8002a55" xmlns:ns4="2d8a5758-988b-43ea-8d1b-01f866cb78c8" targetNamespace="http://schemas.microsoft.com/office/2006/metadata/properties" ma:root="true" ma:fieldsID="8f25f4a28fdc82d095335c5462c96ff3" ns3:_="" ns4:_="">
    <xsd:import namespace="0bae6fb0-ff7f-49bf-8a7a-3fbec8002a55"/>
    <xsd:import namespace="2d8a5758-988b-43ea-8d1b-01f866cb78c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e6fb0-ff7f-49bf-8a7a-3fbec8002a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a5758-988b-43ea-8d1b-01f866cb7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04523B-B72F-44E4-9CED-664925887D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24459-2025-4DBA-9F6D-D7D25F40A5ED}">
  <ds:schemaRefs>
    <ds:schemaRef ds:uri="http://schemas.microsoft.com/office/2006/metadata/properties"/>
    <ds:schemaRef ds:uri="http://schemas.microsoft.com/office/infopath/2007/PartnerControls"/>
    <ds:schemaRef ds:uri="2d8a5758-988b-43ea-8d1b-01f866cb78c8"/>
  </ds:schemaRefs>
</ds:datastoreItem>
</file>

<file path=customXml/itemProps3.xml><?xml version="1.0" encoding="utf-8"?>
<ds:datastoreItem xmlns:ds="http://schemas.openxmlformats.org/officeDocument/2006/customXml" ds:itemID="{0C635724-C39E-42CA-827E-F36386FCF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e6fb0-ff7f-49bf-8a7a-3fbec8002a55"/>
    <ds:schemaRef ds:uri="2d8a5758-988b-43ea-8d1b-01f866cb7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TCP Template letter.dotx</Template>
  <TotalTime>8</TotalTime>
  <Pages>3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Change Portfolio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Martin-Robinson</dc:creator>
  <cp:keywords/>
  <dc:description/>
  <cp:lastModifiedBy>Lora Draper</cp:lastModifiedBy>
  <cp:revision>3</cp:revision>
  <cp:lastPrinted>2021-12-22T16:57:00Z</cp:lastPrinted>
  <dcterms:created xsi:type="dcterms:W3CDTF">2026-02-03T14:32:00Z</dcterms:created>
  <dcterms:modified xsi:type="dcterms:W3CDTF">2026-02-03T14:49:00Z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0x010100B4D3D4F1C002C24A9E136E8375406742</vt:lpwstr>
  </property>
</Properties>
</file>